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1E" w:rsidRDefault="00BE171E" w:rsidP="00A470D8">
      <w:pPr>
        <w:jc w:val="center"/>
        <w:rPr>
          <w:rFonts w:ascii="Cambria" w:hAnsi="Cambria" w:cs="Cambria"/>
          <w:sz w:val="36"/>
          <w:szCs w:val="36"/>
        </w:rPr>
      </w:pPr>
    </w:p>
    <w:p w:rsidR="00A470D8" w:rsidRPr="004F1026" w:rsidRDefault="00211AF2" w:rsidP="00A470D8">
      <w:pPr>
        <w:jc w:val="center"/>
        <w:rPr>
          <w:rFonts w:ascii="Cambria" w:hAnsi="Cambria" w:cs="Cambria"/>
          <w:b/>
          <w:sz w:val="36"/>
          <w:szCs w:val="36"/>
        </w:rPr>
      </w:pPr>
      <w:r>
        <w:rPr>
          <w:rFonts w:ascii="Cambria" w:hAnsi="Cambria" w:cs="Cambria"/>
          <w:b/>
          <w:sz w:val="36"/>
          <w:szCs w:val="36"/>
        </w:rPr>
        <w:t>Magento Test Log-in</w:t>
      </w:r>
      <w:r w:rsidR="00A470D8" w:rsidRPr="004F1026">
        <w:rPr>
          <w:rFonts w:ascii="Cambria" w:hAnsi="Cambria" w:cs="Cambria"/>
          <w:b/>
          <w:sz w:val="36"/>
          <w:szCs w:val="36"/>
        </w:rPr>
        <w:t xml:space="preserve"> Authorization</w:t>
      </w:r>
    </w:p>
    <w:p w:rsidR="00E23BC0" w:rsidRPr="00AF2604" w:rsidRDefault="00E23BC0" w:rsidP="00E23BC0">
      <w:pPr>
        <w:pBdr>
          <w:bottom w:val="single" w:sz="2" w:space="1" w:color="auto"/>
        </w:pBdr>
        <w:rPr>
          <w:rStyle w:val="Style1"/>
          <w:rFonts w:asciiTheme="minorHAnsi" w:hAnsiTheme="minorHAnsi"/>
          <w:b/>
        </w:rPr>
      </w:pPr>
      <w:bookmarkStart w:id="0" w:name="OLE_LINK5"/>
      <w:bookmarkStart w:id="1" w:name="OLE_LINK6"/>
      <w:bookmarkStart w:id="2" w:name="OLE_LINK1"/>
      <w:bookmarkStart w:id="3" w:name="OLE_LINK4"/>
      <w:r>
        <w:rPr>
          <w:b/>
          <w:u w:val="single"/>
        </w:rPr>
        <w:t>Company Name:</w:t>
      </w:r>
      <w:r>
        <w:t xml:space="preserve"> </w:t>
      </w:r>
      <w:sdt>
        <w:sdtPr>
          <w:rPr>
            <w:rStyle w:val="Style3"/>
          </w:rPr>
          <w:alias w:val="Company Name"/>
          <w:tag w:val="Company Name"/>
          <w:id w:val="-385641020"/>
          <w:placeholder>
            <w:docPart w:val="9CFCB96B21AA47198356718353C0F646"/>
          </w:placeholder>
          <w:showingPlcHdr/>
          <w:text/>
        </w:sdtPr>
        <w:sdtEndPr>
          <w:rPr>
            <w:rStyle w:val="DefaultParagraphFont"/>
            <w:rFonts w:asciiTheme="minorHAnsi" w:hAnsiTheme="minorHAnsi"/>
            <w:b/>
            <w:sz w:val="22"/>
            <w:u w:val="single"/>
          </w:rPr>
        </w:sdtEndPr>
        <w:sdtContent>
          <w:r w:rsidRPr="00850F88">
            <w:rPr>
              <w:rStyle w:val="PlaceholderText"/>
            </w:rPr>
            <w:t>Click here to enter text.</w:t>
          </w:r>
        </w:sdtContent>
      </w:sdt>
    </w:p>
    <w:bookmarkEnd w:id="0"/>
    <w:bookmarkEnd w:id="1"/>
    <w:p w:rsidR="00E23BC0" w:rsidRDefault="00A52350" w:rsidP="00E23BC0">
      <w:pPr>
        <w:pBdr>
          <w:bottom w:val="single" w:sz="4" w:space="1" w:color="auto"/>
        </w:pBdr>
        <w:rPr>
          <w:rFonts w:cstheme="minorHAnsi"/>
        </w:rPr>
      </w:pPr>
      <w:r>
        <w:rPr>
          <w:rFonts w:cstheme="minorHAnsi"/>
          <w:b/>
          <w:u w:val="single"/>
        </w:rPr>
        <w:t xml:space="preserve">Test </w:t>
      </w:r>
      <w:r w:rsidR="00211AF2">
        <w:rPr>
          <w:rFonts w:cstheme="minorHAnsi"/>
          <w:b/>
          <w:u w:val="single"/>
        </w:rPr>
        <w:t>Account</w:t>
      </w:r>
      <w:r w:rsidR="00E23BC0">
        <w:rPr>
          <w:rFonts w:cstheme="minorHAnsi"/>
          <w:b/>
          <w:u w:val="single"/>
        </w:rPr>
        <w:t xml:space="preserve"> Number:</w:t>
      </w:r>
      <w:r w:rsidR="00E23BC0">
        <w:rPr>
          <w:rFonts w:cstheme="minorHAnsi"/>
        </w:rPr>
        <w:t xml:space="preserve"> </w:t>
      </w:r>
      <w:sdt>
        <w:sdtPr>
          <w:rPr>
            <w:rStyle w:val="Style3"/>
          </w:rPr>
          <w:alias w:val="Account Number"/>
          <w:tag w:val="Acct#"/>
          <w:id w:val="1538392906"/>
          <w:placeholder>
            <w:docPart w:val="E291E016EA584932B35D13856307C18A"/>
          </w:placeholder>
          <w:text/>
        </w:sdtPr>
        <w:sdtEndPr>
          <w:rPr>
            <w:rStyle w:val="DefaultParagraphFont"/>
            <w:rFonts w:asciiTheme="minorHAnsi" w:hAnsiTheme="minorHAnsi" w:cstheme="minorHAnsi"/>
            <w:sz w:val="22"/>
          </w:rPr>
        </w:sdtEndPr>
        <w:sdtContent>
          <w:r w:rsidRPr="00A52350">
            <w:rPr>
              <w:rStyle w:val="Style3"/>
            </w:rPr>
            <w:t>9999 9999</w:t>
          </w:r>
        </w:sdtContent>
      </w:sdt>
    </w:p>
    <w:p w:rsidR="00E23BC0" w:rsidRPr="00F610E3" w:rsidRDefault="00E23BC0" w:rsidP="00F610E3">
      <w:pPr>
        <w:pBdr>
          <w:bottom w:val="single" w:sz="2" w:space="0" w:color="auto"/>
        </w:pBdr>
        <w:rPr>
          <w:b/>
          <w:u w:val="single"/>
        </w:rPr>
      </w:pPr>
      <w:r>
        <w:rPr>
          <w:b/>
          <w:u w:val="single"/>
        </w:rPr>
        <w:t>Company Integrator:</w:t>
      </w:r>
      <w:r>
        <w:t xml:space="preserve"> </w:t>
      </w:r>
      <w:sdt>
        <w:sdtPr>
          <w:rPr>
            <w:rStyle w:val="Style3"/>
          </w:rPr>
          <w:alias w:val="Integrator"/>
          <w:tag w:val="Integrator"/>
          <w:id w:val="-415787100"/>
          <w:placeholder>
            <w:docPart w:val="765AA7D376DC40AF92A655870DA88559"/>
          </w:placeholder>
          <w:showingPlcHdr/>
          <w:text/>
        </w:sdtPr>
        <w:sdtEndPr>
          <w:rPr>
            <w:rStyle w:val="DefaultParagraphFont"/>
            <w:rFonts w:asciiTheme="minorHAnsi" w:hAnsiTheme="minorHAnsi"/>
            <w:b/>
            <w:sz w:val="22"/>
            <w:u w:val="single"/>
          </w:rPr>
        </w:sdtEndPr>
        <w:sdtContent>
          <w:r w:rsidRPr="00850F88">
            <w:rPr>
              <w:rStyle w:val="PlaceholderText"/>
            </w:rPr>
            <w:t>Click here to enter text.</w:t>
          </w:r>
        </w:sdtContent>
      </w:sdt>
      <w:bookmarkEnd w:id="2"/>
      <w:bookmarkEnd w:id="3"/>
    </w:p>
    <w:p w:rsidR="00F610E3" w:rsidRDefault="00F610E3" w:rsidP="00E23BC0">
      <w:pPr>
        <w:pBdr>
          <w:bottom w:val="single" w:sz="2" w:space="1" w:color="auto"/>
        </w:pBdr>
        <w:tabs>
          <w:tab w:val="left" w:pos="7334"/>
        </w:tabs>
        <w:rPr>
          <w:b/>
          <w:u w:val="single"/>
        </w:rPr>
      </w:pPr>
    </w:p>
    <w:p w:rsidR="00E23BC0" w:rsidRPr="00AF2604" w:rsidRDefault="00B85246" w:rsidP="00E23BC0">
      <w:pPr>
        <w:pBdr>
          <w:bottom w:val="single" w:sz="2" w:space="1" w:color="auto"/>
        </w:pBdr>
        <w:tabs>
          <w:tab w:val="left" w:pos="7334"/>
        </w:tabs>
        <w:rPr>
          <w:rStyle w:val="Style1"/>
          <w:rFonts w:asciiTheme="minorHAnsi" w:hAnsiTheme="minorHAnsi"/>
          <w:b/>
        </w:rPr>
      </w:pPr>
      <w:r>
        <w:rPr>
          <w:b/>
          <w:u w:val="single"/>
        </w:rPr>
        <w:t>Expected Live Start Date:</w:t>
      </w:r>
      <w:r w:rsidR="0035741D">
        <w:rPr>
          <w:b/>
        </w:rPr>
        <w:t xml:space="preserve"> </w:t>
      </w:r>
      <w:r>
        <w:t xml:space="preserve"> </w:t>
      </w:r>
      <w:sdt>
        <w:sdtPr>
          <w:id w:val="-1108271085"/>
          <w:placeholder>
            <w:docPart w:val="82928D6866514BE6AD0166C202A0E955"/>
          </w:placeholder>
          <w:showingPlcHdr/>
          <w:date>
            <w:dateFormat w:val="MMMM d, yyyy"/>
            <w:lid w:val="en-CA"/>
            <w:storeMappedDataAs w:val="dateTime"/>
            <w:calendar w:val="gregorian"/>
          </w:date>
        </w:sdtPr>
        <w:sdtEndPr/>
        <w:sdtContent>
          <w:r w:rsidR="00BE171E" w:rsidRPr="00534F26">
            <w:rPr>
              <w:rStyle w:val="PlaceholderText"/>
            </w:rPr>
            <w:t>Click here to enter a date.</w:t>
          </w:r>
        </w:sdtContent>
      </w:sdt>
    </w:p>
    <w:p w:rsidR="00E23BC0" w:rsidRPr="00A54A01" w:rsidRDefault="00BE171E" w:rsidP="00A54A01">
      <w:pPr>
        <w:pBdr>
          <w:bottom w:val="single" w:sz="4" w:space="1" w:color="auto"/>
        </w:pBdr>
        <w:rPr>
          <w:rFonts w:cstheme="minorHAnsi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3346D56" wp14:editId="5D533E41">
            <wp:simplePos x="0" y="0"/>
            <wp:positionH relativeFrom="column">
              <wp:posOffset>340788</wp:posOffset>
            </wp:positionH>
            <wp:positionV relativeFrom="paragraph">
              <wp:posOffset>287945</wp:posOffset>
            </wp:positionV>
            <wp:extent cx="5699051" cy="1647121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par Logo Water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6" b="63675"/>
                    <a:stretch/>
                  </pic:blipFill>
                  <pic:spPr bwMode="auto">
                    <a:xfrm>
                      <a:off x="0" y="0"/>
                      <a:ext cx="5699051" cy="1647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3BC0">
        <w:rPr>
          <w:rFonts w:cstheme="minorHAnsi"/>
          <w:b/>
          <w:u w:val="single"/>
        </w:rPr>
        <w:t>Additional Notes or Comments:</w:t>
      </w:r>
      <w:r w:rsidR="00E23BC0">
        <w:rPr>
          <w:rFonts w:cstheme="minorHAnsi"/>
        </w:rPr>
        <w:t xml:space="preserve"> </w:t>
      </w:r>
      <w:sdt>
        <w:sdtPr>
          <w:rPr>
            <w:rStyle w:val="Style3"/>
          </w:rPr>
          <w:alias w:val="Notes"/>
          <w:tag w:val="Notes"/>
          <w:id w:val="-256990998"/>
          <w:placeholder>
            <w:docPart w:val="125F3C5576B44D6E85DE9F539871ABB0"/>
          </w:placeholder>
          <w:showingPlcHdr/>
          <w:text w:multiLine="1"/>
        </w:sdtPr>
        <w:sdtEndPr>
          <w:rPr>
            <w:rStyle w:val="DefaultParagraphFont"/>
            <w:rFonts w:asciiTheme="minorHAnsi" w:hAnsiTheme="minorHAnsi" w:cstheme="minorHAnsi"/>
            <w:sz w:val="22"/>
          </w:rPr>
        </w:sdtEndPr>
        <w:sdtContent>
          <w:r w:rsidR="00E23BC0" w:rsidRPr="00534F26">
            <w:rPr>
              <w:rStyle w:val="PlaceholderText"/>
            </w:rPr>
            <w:t>Click here to enter text.</w:t>
          </w:r>
        </w:sdtContent>
      </w:sdt>
    </w:p>
    <w:p w:rsidR="009A2800" w:rsidRDefault="00150364" w:rsidP="00E23BC0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</w:p>
    <w:p w:rsidR="00211AF2" w:rsidRDefault="00211AF2" w:rsidP="00E23BC0">
      <w:pPr>
        <w:rPr>
          <w:b/>
          <w:sz w:val="24"/>
          <w:szCs w:val="24"/>
        </w:rPr>
      </w:pPr>
    </w:p>
    <w:p w:rsidR="00150364" w:rsidRDefault="00150364" w:rsidP="00E23BC0">
      <w:pPr>
        <w:rPr>
          <w:b/>
          <w:sz w:val="24"/>
          <w:szCs w:val="24"/>
        </w:rPr>
      </w:pPr>
    </w:p>
    <w:p w:rsidR="00150364" w:rsidRDefault="00150364" w:rsidP="00E23BC0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374"/>
        <w:tblW w:w="105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000" w:firstRow="0" w:lastRow="0" w:firstColumn="0" w:lastColumn="0" w:noHBand="0" w:noVBand="0"/>
      </w:tblPr>
      <w:tblGrid>
        <w:gridCol w:w="10534"/>
      </w:tblGrid>
      <w:tr w:rsidR="00E97574" w:rsidTr="00F610E3">
        <w:trPr>
          <w:trHeight w:val="5753"/>
        </w:trPr>
        <w:tc>
          <w:tcPr>
            <w:tcW w:w="10534" w:type="dxa"/>
          </w:tcPr>
          <w:p w:rsidR="00E97574" w:rsidRDefault="00E97574" w:rsidP="00E97574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9A2800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For Technician Use Only </w:t>
            </w:r>
          </w:p>
          <w:p w:rsidR="00E97574" w:rsidRPr="00AF2604" w:rsidRDefault="00E97574" w:rsidP="00E97574">
            <w:pPr>
              <w:pBdr>
                <w:bottom w:val="single" w:sz="2" w:space="1" w:color="auto"/>
              </w:pBdr>
              <w:rPr>
                <w:rStyle w:val="Style1"/>
                <w:rFonts w:asciiTheme="minorHAnsi" w:hAnsiTheme="minorHAnsi"/>
                <w:b/>
              </w:rPr>
            </w:pPr>
            <w:r>
              <w:rPr>
                <w:b/>
                <w:sz w:val="24"/>
                <w:szCs w:val="24"/>
                <w:u w:val="single"/>
              </w:rPr>
              <w:t>Test</w:t>
            </w:r>
            <w:r w:rsidRPr="003F5006">
              <w:rPr>
                <w:b/>
                <w:sz w:val="24"/>
                <w:szCs w:val="24"/>
                <w:u w:val="single"/>
              </w:rPr>
              <w:t xml:space="preserve"> Log-in ID</w:t>
            </w:r>
            <w:r>
              <w:rPr>
                <w:b/>
                <w:u w:val="single"/>
              </w:rPr>
              <w:t>:</w:t>
            </w:r>
            <w:r>
              <w:t xml:space="preserve"> </w:t>
            </w:r>
            <w:sdt>
              <w:sdtPr>
                <w:rPr>
                  <w:rStyle w:val="Style3"/>
                </w:rPr>
                <w:alias w:val="Log-in ID"/>
                <w:tag w:val="Log-in ID"/>
                <w:id w:val="-2124683580"/>
                <w:placeholder>
                  <w:docPart w:val="B79B736A83AC4311819FC07FAFF05802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b/>
                  <w:sz w:val="22"/>
                  <w:u w:val="single"/>
                </w:rPr>
              </w:sdtEndPr>
              <w:sdtContent>
                <w:r w:rsidRPr="00850F88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E97574" w:rsidRDefault="00E97574" w:rsidP="00E97574">
            <w:pPr>
              <w:pBdr>
                <w:bottom w:val="single" w:sz="4" w:space="1" w:color="auto"/>
              </w:pBdr>
              <w:rPr>
                <w:rFonts w:cstheme="minorHAnsi"/>
              </w:rPr>
            </w:pPr>
            <w:r>
              <w:rPr>
                <w:rFonts w:cstheme="minorHAnsi"/>
                <w:b/>
                <w:sz w:val="24"/>
                <w:szCs w:val="24"/>
                <w:u w:val="single"/>
              </w:rPr>
              <w:t xml:space="preserve">Test </w:t>
            </w:r>
            <w:r w:rsidRPr="003F5006">
              <w:rPr>
                <w:rFonts w:cstheme="minorHAnsi"/>
                <w:b/>
                <w:sz w:val="24"/>
                <w:szCs w:val="24"/>
                <w:u w:val="single"/>
              </w:rPr>
              <w:t>Password</w:t>
            </w:r>
            <w:r>
              <w:rPr>
                <w:rFonts w:cstheme="minorHAnsi"/>
                <w:b/>
                <w:u w:val="single"/>
              </w:rPr>
              <w:t>:</w:t>
            </w:r>
            <w:r>
              <w:rPr>
                <w:rFonts w:cstheme="minorHAnsi"/>
              </w:rPr>
              <w:t xml:space="preserve"> </w:t>
            </w:r>
            <w:sdt>
              <w:sdtPr>
                <w:rPr>
                  <w:rStyle w:val="Style3"/>
                </w:rPr>
                <w:alias w:val="Password"/>
                <w:tag w:val="Password"/>
                <w:id w:val="1625582811"/>
                <w:placeholder>
                  <w:docPart w:val="49312CA6BD664766A66DD296DAD93EAC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theme="minorHAnsi"/>
                  <w:sz w:val="22"/>
                </w:rPr>
              </w:sdtEndPr>
              <w:sdtContent>
                <w:r w:rsidRPr="00534F26">
                  <w:rPr>
                    <w:rStyle w:val="PlaceholderText"/>
                  </w:rPr>
                  <w:t>Click here to enter text</w:t>
                </w:r>
                <w:r w:rsidRPr="00E23BC0">
                  <w:rPr>
                    <w:rStyle w:val="PlaceholderText"/>
                  </w:rPr>
                  <w:t>.</w:t>
                </w:r>
              </w:sdtContent>
            </w:sdt>
          </w:p>
          <w:p w:rsidR="00E97574" w:rsidRPr="0075047B" w:rsidRDefault="00E97574" w:rsidP="00E97574">
            <w:pPr>
              <w:rPr>
                <w:rFonts w:cstheme="minorHAnsi"/>
              </w:rPr>
            </w:pPr>
            <w:bookmarkStart w:id="4" w:name="OLE_LINK2"/>
            <w:bookmarkStart w:id="5" w:name="OLE_LINK3"/>
            <w:r>
              <w:rPr>
                <w:b/>
                <w:sz w:val="24"/>
                <w:szCs w:val="24"/>
                <w:u w:val="single"/>
              </w:rPr>
              <w:t xml:space="preserve">Test </w:t>
            </w:r>
            <w:r w:rsidRPr="003F5006">
              <w:rPr>
                <w:b/>
                <w:sz w:val="24"/>
                <w:szCs w:val="24"/>
                <w:u w:val="single"/>
              </w:rPr>
              <w:t>URLs</w:t>
            </w:r>
            <w:r w:rsidRPr="009F0B22">
              <w:rPr>
                <w:b/>
              </w:rPr>
              <w:t>:</w:t>
            </w:r>
            <w:r w:rsidRPr="009F0B22">
              <w:t xml:space="preserve"> </w:t>
            </w:r>
            <w:sdt>
              <w:sdtPr>
                <w:rPr>
                  <w:rStyle w:val="Style3"/>
                </w:rPr>
                <w:alias w:val="URLs"/>
                <w:tag w:val="URLs"/>
                <w:id w:val="1590731265"/>
                <w:placeholder>
                  <w:docPart w:val="1CAFC690033F420EB2FC86233306976F"/>
                </w:placeholder>
                <w:text/>
              </w:sdtPr>
              <w:sdtContent>
                <w:r w:rsidRPr="0075047B">
                  <w:rPr>
                    <w:rStyle w:val="Style3"/>
                  </w:rPr>
                  <w:t>https://</w:t>
                </w:r>
                <w:r>
                  <w:rPr>
                    <w:rStyle w:val="Style3"/>
                  </w:rPr>
                  <w:t>sandbox</w:t>
                </w:r>
                <w:r w:rsidRPr="0075047B">
                  <w:rPr>
                    <w:rStyle w:val="Style3"/>
                  </w:rPr>
                  <w:t>.canpar.com/canshipws/services/CanshipBusinessService</w:t>
                </w:r>
              </w:sdtContent>
            </w:sdt>
            <w:r w:rsidRPr="0075047B">
              <w:rPr>
                <w:b/>
              </w:rPr>
              <w:br/>
            </w:r>
            <w:r w:rsidRPr="009F0B22">
              <w:rPr>
                <w:rStyle w:val="Style3"/>
              </w:rPr>
              <w:t xml:space="preserve">         </w:t>
            </w:r>
            <w:r>
              <w:rPr>
                <w:rStyle w:val="Style3"/>
              </w:rPr>
              <w:t xml:space="preserve">  </w:t>
            </w:r>
            <w:r w:rsidRPr="009F0B22">
              <w:rPr>
                <w:rStyle w:val="Style3"/>
              </w:rPr>
              <w:t xml:space="preserve">     </w:t>
            </w:r>
            <w:sdt>
              <w:sdtPr>
                <w:rPr>
                  <w:rStyle w:val="PlaceholderText"/>
                  <w:rFonts w:ascii="Arial" w:hAnsi="Arial"/>
                  <w:color w:val="auto"/>
                  <w:sz w:val="24"/>
                </w:rPr>
                <w:alias w:val="URLs"/>
                <w:tag w:val="URLs"/>
                <w:id w:val="-2133085847"/>
                <w:placeholder>
                  <w:docPart w:val="391170483CEE47B19772B338067DBCF8"/>
                </w:placeholder>
                <w:text/>
              </w:sdtPr>
              <w:sdtContent>
                <w:r w:rsidRPr="0075047B">
                  <w:rPr>
                    <w:rStyle w:val="PlaceholderText"/>
                    <w:rFonts w:ascii="Arial" w:hAnsi="Arial"/>
                    <w:color w:val="auto"/>
                    <w:sz w:val="24"/>
                  </w:rPr>
                  <w:t>https://</w:t>
                </w:r>
                <w:r>
                  <w:rPr>
                    <w:rStyle w:val="PlaceholderText"/>
                    <w:rFonts w:ascii="Arial" w:hAnsi="Arial"/>
                    <w:color w:val="auto"/>
                    <w:sz w:val="24"/>
                  </w:rPr>
                  <w:t>sandbox</w:t>
                </w:r>
                <w:r w:rsidRPr="0075047B">
                  <w:rPr>
                    <w:rStyle w:val="PlaceholderText"/>
                    <w:rFonts w:ascii="Arial" w:hAnsi="Arial"/>
                    <w:color w:val="auto"/>
                    <w:sz w:val="24"/>
                  </w:rPr>
                  <w:t>.canpar.com/canshipws/services/CanparRatingService</w:t>
                </w:r>
              </w:sdtContent>
            </w:sdt>
            <w:r w:rsidRPr="0075047B">
              <w:rPr>
                <w:rStyle w:val="Style1"/>
                <w:rFonts w:asciiTheme="minorHAnsi" w:hAnsiTheme="minorHAnsi"/>
                <w:b/>
                <w:u w:val="none"/>
              </w:rPr>
              <w:br/>
            </w:r>
            <w:r>
              <w:rPr>
                <w:rStyle w:val="Style3"/>
              </w:rPr>
              <w:t xml:space="preserve">                </w:t>
            </w:r>
            <w:sdt>
              <w:sdtPr>
                <w:rPr>
                  <w:rStyle w:val="PlaceholderText"/>
                  <w:rFonts w:ascii="Arial" w:hAnsi="Arial"/>
                  <w:color w:val="auto"/>
                  <w:sz w:val="24"/>
                </w:rPr>
                <w:alias w:val="URLs"/>
                <w:tag w:val="URLs"/>
                <w:id w:val="1939028861"/>
                <w:placeholder>
                  <w:docPart w:val="27C2227E6E5E444AA62C0E63804F23AE"/>
                </w:placeholder>
                <w:text/>
              </w:sdtPr>
              <w:sdtContent>
                <w:r w:rsidRPr="0075047B">
                  <w:rPr>
                    <w:rStyle w:val="PlaceholderText"/>
                    <w:rFonts w:ascii="Arial" w:hAnsi="Arial"/>
                    <w:color w:val="auto"/>
                    <w:sz w:val="24"/>
                  </w:rPr>
                  <w:t>https://</w:t>
                </w:r>
                <w:r>
                  <w:rPr>
                    <w:rStyle w:val="PlaceholderText"/>
                    <w:rFonts w:ascii="Arial" w:hAnsi="Arial"/>
                    <w:color w:val="auto"/>
                    <w:sz w:val="24"/>
                  </w:rPr>
                  <w:t>sandbox</w:t>
                </w:r>
                <w:r w:rsidRPr="0075047B">
                  <w:rPr>
                    <w:rStyle w:val="PlaceholderText"/>
                    <w:rFonts w:ascii="Arial" w:hAnsi="Arial"/>
                    <w:color w:val="auto"/>
                    <w:sz w:val="24"/>
                  </w:rPr>
                  <w:t>.canpar.com/canshipws/services/CanparAddonsService</w:t>
                </w:r>
              </w:sdtContent>
            </w:sdt>
            <w:bookmarkEnd w:id="4"/>
            <w:bookmarkEnd w:id="5"/>
          </w:p>
          <w:p w:rsidR="00E97574" w:rsidRDefault="00E97574" w:rsidP="00E9757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3F5006">
              <w:rPr>
                <w:rFonts w:cstheme="minorHAnsi"/>
                <w:b/>
                <w:sz w:val="24"/>
                <w:szCs w:val="24"/>
              </w:rPr>
              <w:t>Additional Information Comments</w:t>
            </w:r>
            <w:r w:rsidRPr="00A54A01">
              <w:rPr>
                <w:rFonts w:cstheme="minorHAnsi"/>
                <w:b/>
              </w:rPr>
              <w:t>:</w:t>
            </w:r>
            <w:r>
              <w:rPr>
                <w:rFonts w:cstheme="minorHAnsi"/>
              </w:rPr>
              <w:t xml:space="preserve"> </w:t>
            </w:r>
            <w:sdt>
              <w:sdtPr>
                <w:rPr>
                  <w:rStyle w:val="Style4"/>
                </w:rPr>
                <w:alias w:val="Comments"/>
                <w:tag w:val="Notes"/>
                <w:id w:val="518435870"/>
                <w:showingPlcHdr/>
                <w:text w:multiLine="1"/>
              </w:sdtPr>
              <w:sdtContent>
                <w:r w:rsidRPr="00534F26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E97574" w:rsidRPr="005A689A" w:rsidRDefault="00E97574" w:rsidP="00E97574">
            <w:pPr>
              <w:pBdr>
                <w:bottom w:val="single" w:sz="4" w:space="1" w:color="auto"/>
              </w:pBdr>
              <w:tabs>
                <w:tab w:val="center" w:pos="5159"/>
              </w:tabs>
              <w:rPr>
                <w:rFonts w:cstheme="minorHAnsi"/>
              </w:rPr>
            </w:pPr>
            <w:r>
              <w:rPr>
                <w:b/>
                <w:sz w:val="24"/>
                <w:szCs w:val="24"/>
                <w:u w:val="single"/>
              </w:rPr>
              <w:t>Customer Signature:</w:t>
            </w:r>
            <w:r>
              <w:rPr>
                <w:rStyle w:val="Style3"/>
                <w:szCs w:val="24"/>
              </w:rPr>
              <w:t xml:space="preserve"> </w:t>
            </w:r>
            <w:sdt>
              <w:sdtPr>
                <w:rPr>
                  <w:rStyle w:val="Style3"/>
                  <w:szCs w:val="24"/>
                </w:rPr>
                <w:alias w:val="Info Input"/>
                <w:tag w:val="Info Input"/>
                <w:id w:val="140396873"/>
                <w:text/>
              </w:sdtPr>
              <w:sdtEndPr>
                <w:rPr>
                  <w:rStyle w:val="DefaultParagraphFont"/>
                  <w:rFonts w:asciiTheme="minorHAnsi" w:hAnsiTheme="minorHAnsi"/>
                  <w:b/>
                  <w:sz w:val="22"/>
                </w:rPr>
              </w:sdtEndPr>
              <w:sdtContent>
                <w:r>
                  <w:rPr>
                    <w:rStyle w:val="Style3"/>
                    <w:szCs w:val="24"/>
                  </w:rPr>
                  <w:t>_________________</w:t>
                </w:r>
              </w:sdtContent>
            </w:sdt>
            <w:bookmarkStart w:id="6" w:name="_GoBack"/>
            <w:bookmarkEnd w:id="6"/>
            <w:r>
              <w:rPr>
                <w:rStyle w:val="Style3"/>
                <w:szCs w:val="24"/>
              </w:rPr>
              <w:t xml:space="preserve">       </w:t>
            </w:r>
            <w:r>
              <w:rPr>
                <w:rStyle w:val="Style3"/>
                <w:szCs w:val="24"/>
              </w:rPr>
              <w:tab/>
            </w:r>
            <w:r w:rsidRPr="005A689A">
              <w:rPr>
                <w:rStyle w:val="Style3"/>
                <w:rFonts w:asciiTheme="minorHAnsi" w:hAnsiTheme="minorHAnsi" w:cstheme="minorHAnsi"/>
                <w:b/>
                <w:szCs w:val="24"/>
                <w:u w:val="single"/>
              </w:rPr>
              <w:t>Date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1670700673"/>
                <w:showingPlcHdr/>
                <w:date>
                  <w:dateFormat w:val="MMMM d, yyyy"/>
                  <w:lid w:val="en-CA"/>
                  <w:storeMappedDataAs w:val="dateTime"/>
                  <w:calendar w:val="gregorian"/>
                </w:date>
              </w:sdtPr>
              <w:sdtContent>
                <w:r>
                  <w:rPr>
                    <w:rStyle w:val="PlaceholderText"/>
                  </w:rPr>
                  <w:t xml:space="preserve">Click here to enter a </w:t>
                </w:r>
                <w:r w:rsidRPr="00534F26">
                  <w:rPr>
                    <w:rStyle w:val="PlaceholderText"/>
                  </w:rPr>
                  <w:t>date.</w:t>
                </w:r>
              </w:sdtContent>
            </w:sdt>
          </w:p>
          <w:p w:rsidR="00E97574" w:rsidRPr="005A689A" w:rsidRDefault="00E97574" w:rsidP="00E97574">
            <w:pPr>
              <w:pBdr>
                <w:bottom w:val="single" w:sz="2" w:space="1" w:color="auto"/>
              </w:pBdr>
              <w:tabs>
                <w:tab w:val="right" w:pos="10318"/>
              </w:tabs>
              <w:rPr>
                <w:b/>
                <w:sz w:val="24"/>
                <w:szCs w:val="24"/>
                <w:u w:val="single"/>
              </w:rPr>
            </w:pPr>
            <w:r w:rsidRPr="003F5006">
              <w:rPr>
                <w:b/>
                <w:sz w:val="24"/>
                <w:szCs w:val="24"/>
                <w:u w:val="single"/>
              </w:rPr>
              <w:t>Technician Signature:</w:t>
            </w:r>
            <w:r w:rsidRPr="003F5006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Style3"/>
                  <w:szCs w:val="24"/>
                </w:rPr>
                <w:alias w:val="Info Input"/>
                <w:tag w:val="Info Input"/>
                <w:id w:val="1600920638"/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b/>
                  <w:sz w:val="22"/>
                </w:rPr>
              </w:sdtEndPr>
              <w:sdtContent>
                <w:r w:rsidRPr="003F5006">
                  <w:rPr>
                    <w:rStyle w:val="PlaceholderText"/>
                    <w:sz w:val="24"/>
                    <w:szCs w:val="24"/>
                  </w:rPr>
                  <w:t>Click here to enter text.</w:t>
                </w:r>
              </w:sdtContent>
            </w:sdt>
            <w:r>
              <w:rPr>
                <w:b/>
              </w:rPr>
              <w:t xml:space="preserve">        </w:t>
            </w:r>
            <w:r w:rsidRPr="003F5006">
              <w:rPr>
                <w:b/>
                <w:sz w:val="24"/>
                <w:szCs w:val="24"/>
                <w:u w:val="single"/>
              </w:rPr>
              <w:t>Date: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568733248"/>
                <w:showingPlcHdr/>
                <w:date>
                  <w:dateFormat w:val="MMMM d, yyyy"/>
                  <w:lid w:val="en-CA"/>
                  <w:storeMappedDataAs w:val="dateTime"/>
                  <w:calendar w:val="gregorian"/>
                </w:date>
              </w:sdtPr>
              <w:sdtContent>
                <w:r>
                  <w:rPr>
                    <w:rStyle w:val="PlaceholderText"/>
                  </w:rPr>
                  <w:t xml:space="preserve">Click here to enter a </w:t>
                </w:r>
                <w:r w:rsidRPr="00534F26">
                  <w:rPr>
                    <w:rStyle w:val="PlaceholderText"/>
                  </w:rPr>
                  <w:t>date.</w:t>
                </w:r>
              </w:sdtContent>
            </w:sdt>
            <w:r>
              <w:rPr>
                <w:b/>
              </w:rPr>
              <w:tab/>
            </w:r>
          </w:p>
        </w:tc>
      </w:tr>
    </w:tbl>
    <w:p w:rsidR="00150364" w:rsidRPr="00150364" w:rsidRDefault="00150364" w:rsidP="00BE171E">
      <w:pPr>
        <w:rPr>
          <w:sz w:val="24"/>
          <w:szCs w:val="24"/>
        </w:rPr>
      </w:pPr>
    </w:p>
    <w:sectPr w:rsidR="00150364" w:rsidRPr="00150364" w:rsidSect="00A54A01">
      <w:pgSz w:w="12240" w:h="15840"/>
      <w:pgMar w:top="90" w:right="1440" w:bottom="1440" w:left="144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097" w:rsidRDefault="00451097" w:rsidP="00A54A01">
      <w:pPr>
        <w:spacing w:after="0" w:line="240" w:lineRule="auto"/>
      </w:pPr>
      <w:r>
        <w:separator/>
      </w:r>
    </w:p>
  </w:endnote>
  <w:endnote w:type="continuationSeparator" w:id="0">
    <w:p w:rsidR="00451097" w:rsidRDefault="00451097" w:rsidP="00A5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097" w:rsidRDefault="00451097" w:rsidP="00A54A01">
      <w:pPr>
        <w:spacing w:after="0" w:line="240" w:lineRule="auto"/>
      </w:pPr>
      <w:r>
        <w:separator/>
      </w:r>
    </w:p>
  </w:footnote>
  <w:footnote w:type="continuationSeparator" w:id="0">
    <w:p w:rsidR="00451097" w:rsidRDefault="00451097" w:rsidP="00A54A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ocumentProtection w:edit="comment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BB"/>
    <w:rsid w:val="00026671"/>
    <w:rsid w:val="00090E24"/>
    <w:rsid w:val="00150364"/>
    <w:rsid w:val="00211AF2"/>
    <w:rsid w:val="00244273"/>
    <w:rsid w:val="0035146B"/>
    <w:rsid w:val="0035741D"/>
    <w:rsid w:val="003F5006"/>
    <w:rsid w:val="004201E7"/>
    <w:rsid w:val="00451097"/>
    <w:rsid w:val="004F1026"/>
    <w:rsid w:val="005412BB"/>
    <w:rsid w:val="005F4ADD"/>
    <w:rsid w:val="00850F88"/>
    <w:rsid w:val="009A2800"/>
    <w:rsid w:val="009F0B22"/>
    <w:rsid w:val="00A470D8"/>
    <w:rsid w:val="00A52350"/>
    <w:rsid w:val="00A54A01"/>
    <w:rsid w:val="00AF2604"/>
    <w:rsid w:val="00B33A66"/>
    <w:rsid w:val="00B85246"/>
    <w:rsid w:val="00BE171E"/>
    <w:rsid w:val="00D86A48"/>
    <w:rsid w:val="00DB1D8C"/>
    <w:rsid w:val="00E23BC0"/>
    <w:rsid w:val="00E97574"/>
    <w:rsid w:val="00EB4079"/>
    <w:rsid w:val="00F6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8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70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0D8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A470D8"/>
    <w:rPr>
      <w:rFonts w:ascii="Arial" w:hAnsi="Arial"/>
      <w:u w:val="single"/>
      <w:bdr w:val="none" w:sz="0" w:space="0" w:color="auto"/>
    </w:rPr>
  </w:style>
  <w:style w:type="character" w:customStyle="1" w:styleId="Style2">
    <w:name w:val="Style2"/>
    <w:basedOn w:val="DefaultParagraphFont"/>
    <w:uiPriority w:val="1"/>
    <w:rsid w:val="00850F88"/>
    <w:rPr>
      <w:rFonts w:ascii="Arial" w:hAnsi="Arial"/>
      <w:sz w:val="24"/>
    </w:rPr>
  </w:style>
  <w:style w:type="character" w:customStyle="1" w:styleId="Style3">
    <w:name w:val="Style3"/>
    <w:basedOn w:val="DefaultParagraphFont"/>
    <w:uiPriority w:val="1"/>
    <w:rsid w:val="00850F88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A54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A01"/>
  </w:style>
  <w:style w:type="paragraph" w:styleId="Footer">
    <w:name w:val="footer"/>
    <w:basedOn w:val="Normal"/>
    <w:link w:val="FooterChar"/>
    <w:uiPriority w:val="99"/>
    <w:unhideWhenUsed/>
    <w:rsid w:val="00A54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A01"/>
  </w:style>
  <w:style w:type="character" w:customStyle="1" w:styleId="Style4">
    <w:name w:val="Style4"/>
    <w:basedOn w:val="DefaultParagraphFont"/>
    <w:uiPriority w:val="1"/>
    <w:rsid w:val="005412BB"/>
    <w:rPr>
      <w:rFonts w:ascii="Arial" w:hAnsi="Arial"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8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70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0D8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A470D8"/>
    <w:rPr>
      <w:rFonts w:ascii="Arial" w:hAnsi="Arial"/>
      <w:u w:val="single"/>
      <w:bdr w:val="none" w:sz="0" w:space="0" w:color="auto"/>
    </w:rPr>
  </w:style>
  <w:style w:type="character" w:customStyle="1" w:styleId="Style2">
    <w:name w:val="Style2"/>
    <w:basedOn w:val="DefaultParagraphFont"/>
    <w:uiPriority w:val="1"/>
    <w:rsid w:val="00850F88"/>
    <w:rPr>
      <w:rFonts w:ascii="Arial" w:hAnsi="Arial"/>
      <w:sz w:val="24"/>
    </w:rPr>
  </w:style>
  <w:style w:type="character" w:customStyle="1" w:styleId="Style3">
    <w:name w:val="Style3"/>
    <w:basedOn w:val="DefaultParagraphFont"/>
    <w:uiPriority w:val="1"/>
    <w:rsid w:val="00850F88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A54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A01"/>
  </w:style>
  <w:style w:type="paragraph" w:styleId="Footer">
    <w:name w:val="footer"/>
    <w:basedOn w:val="Normal"/>
    <w:link w:val="FooterChar"/>
    <w:uiPriority w:val="99"/>
    <w:unhideWhenUsed/>
    <w:rsid w:val="00A54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A01"/>
  </w:style>
  <w:style w:type="character" w:customStyle="1" w:styleId="Style4">
    <w:name w:val="Style4"/>
    <w:basedOn w:val="DefaultParagraphFont"/>
    <w:uiPriority w:val="1"/>
    <w:rsid w:val="005412BB"/>
    <w:rPr>
      <w:rFonts w:ascii="Arial" w:hAnsi="Arial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aughn_pierre\Desktop\Integration%20Doc's\Full%20Inagration\System%20Certification%20Live%20Migration%20Authoriz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CFCB96B21AA47198356718353C0F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DE922-EF91-449C-9386-01850B494965}"/>
      </w:docPartPr>
      <w:docPartBody>
        <w:p w:rsidR="007F1EF1" w:rsidRDefault="00AB7837" w:rsidP="00AB7837">
          <w:pPr>
            <w:pStyle w:val="9CFCB96B21AA47198356718353C0F6461"/>
          </w:pPr>
          <w:r w:rsidRPr="00850F88">
            <w:rPr>
              <w:rStyle w:val="PlaceholderText"/>
            </w:rPr>
            <w:t>Click here to enter text.</w:t>
          </w:r>
        </w:p>
      </w:docPartBody>
    </w:docPart>
    <w:docPart>
      <w:docPartPr>
        <w:name w:val="E291E016EA584932B35D13856307C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1703B-4E8D-42DB-812F-95AD1DED019F}"/>
      </w:docPartPr>
      <w:docPartBody>
        <w:p w:rsidR="007F1EF1" w:rsidRDefault="00AB7837" w:rsidP="00AB7837">
          <w:pPr>
            <w:pStyle w:val="E291E016EA584932B35D13856307C18A1"/>
          </w:pPr>
          <w:r w:rsidRPr="00534F26">
            <w:rPr>
              <w:rStyle w:val="PlaceholderText"/>
            </w:rPr>
            <w:t>Click here to enter text</w:t>
          </w:r>
          <w:r w:rsidRPr="00E23BC0">
            <w:rPr>
              <w:rStyle w:val="PlaceholderText"/>
            </w:rPr>
            <w:t>.</w:t>
          </w:r>
        </w:p>
      </w:docPartBody>
    </w:docPart>
    <w:docPart>
      <w:docPartPr>
        <w:name w:val="765AA7D376DC40AF92A655870DA88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EDFC2-0AD1-41A7-ABE5-58AD1256B9ED}"/>
      </w:docPartPr>
      <w:docPartBody>
        <w:p w:rsidR="007F1EF1" w:rsidRDefault="00AB7837" w:rsidP="00AB7837">
          <w:pPr>
            <w:pStyle w:val="765AA7D376DC40AF92A655870DA885591"/>
          </w:pPr>
          <w:r w:rsidRPr="00850F88">
            <w:rPr>
              <w:rStyle w:val="PlaceholderText"/>
            </w:rPr>
            <w:t>Click here to enter text.</w:t>
          </w:r>
        </w:p>
      </w:docPartBody>
    </w:docPart>
    <w:docPart>
      <w:docPartPr>
        <w:name w:val="82928D6866514BE6AD0166C202A0E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FAAB6-DD05-43C3-8C07-A60B8817A87A}"/>
      </w:docPartPr>
      <w:docPartBody>
        <w:p w:rsidR="007F1EF1" w:rsidRDefault="00AB7837" w:rsidP="00AB7837">
          <w:pPr>
            <w:pStyle w:val="82928D6866514BE6AD0166C202A0E9551"/>
          </w:pPr>
          <w:r w:rsidRPr="00534F26">
            <w:rPr>
              <w:rStyle w:val="PlaceholderText"/>
            </w:rPr>
            <w:t>Click here to enter a date.</w:t>
          </w:r>
        </w:p>
      </w:docPartBody>
    </w:docPart>
    <w:docPart>
      <w:docPartPr>
        <w:name w:val="125F3C5576B44D6E85DE9F539871A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E6BA4-1711-47A4-ACCD-1AF23A19A66D}"/>
      </w:docPartPr>
      <w:docPartBody>
        <w:p w:rsidR="007F1EF1" w:rsidRDefault="00AB7837" w:rsidP="00AB7837">
          <w:pPr>
            <w:pStyle w:val="125F3C5576B44D6E85DE9F539871ABB01"/>
          </w:pPr>
          <w:r w:rsidRPr="00534F26">
            <w:rPr>
              <w:rStyle w:val="PlaceholderText"/>
            </w:rPr>
            <w:t>Click here to enter text.</w:t>
          </w:r>
        </w:p>
      </w:docPartBody>
    </w:docPart>
    <w:docPart>
      <w:docPartPr>
        <w:name w:val="B79B736A83AC4311819FC07FAFF05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596CE-99BE-44E5-B88D-542259C92C16}"/>
      </w:docPartPr>
      <w:docPartBody>
        <w:p w:rsidR="00000000" w:rsidRDefault="009D20C8" w:rsidP="009D20C8">
          <w:pPr>
            <w:pStyle w:val="B79B736A83AC4311819FC07FAFF05802"/>
          </w:pPr>
          <w:r w:rsidRPr="00850F88">
            <w:rPr>
              <w:rStyle w:val="PlaceholderText"/>
            </w:rPr>
            <w:t>Click here to enter text.</w:t>
          </w:r>
        </w:p>
      </w:docPartBody>
    </w:docPart>
    <w:docPart>
      <w:docPartPr>
        <w:name w:val="49312CA6BD664766A66DD296DAD93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8808A-1086-420D-8E4B-F3D997E37E3D}"/>
      </w:docPartPr>
      <w:docPartBody>
        <w:p w:rsidR="00000000" w:rsidRDefault="009D20C8" w:rsidP="009D20C8">
          <w:pPr>
            <w:pStyle w:val="49312CA6BD664766A66DD296DAD93EAC"/>
          </w:pPr>
          <w:r w:rsidRPr="00534F26">
            <w:rPr>
              <w:rStyle w:val="PlaceholderText"/>
            </w:rPr>
            <w:t>Click here to enter text</w:t>
          </w:r>
          <w:r w:rsidRPr="00E23BC0">
            <w:rPr>
              <w:rStyle w:val="PlaceholderText"/>
            </w:rPr>
            <w:t>.</w:t>
          </w:r>
        </w:p>
      </w:docPartBody>
    </w:docPart>
    <w:docPart>
      <w:docPartPr>
        <w:name w:val="1CAFC690033F420EB2FC8623330697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FCDD4-2D10-4AEA-951B-55AB6D3FB591}"/>
      </w:docPartPr>
      <w:docPartBody>
        <w:p w:rsidR="00000000" w:rsidRDefault="009D20C8" w:rsidP="009D20C8">
          <w:pPr>
            <w:pStyle w:val="1CAFC690033F420EB2FC86233306976F"/>
          </w:pPr>
          <w:r w:rsidRPr="009F0B22">
            <w:rPr>
              <w:rStyle w:val="PlaceholderText"/>
            </w:rPr>
            <w:t>Click here to enter text.</w:t>
          </w:r>
        </w:p>
      </w:docPartBody>
    </w:docPart>
    <w:docPart>
      <w:docPartPr>
        <w:name w:val="391170483CEE47B19772B338067DB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4FFED-C7BC-46F3-B906-DAE5C18B0758}"/>
      </w:docPartPr>
      <w:docPartBody>
        <w:p w:rsidR="00000000" w:rsidRDefault="009D20C8" w:rsidP="009D20C8">
          <w:pPr>
            <w:pStyle w:val="391170483CEE47B19772B338067DBCF8"/>
          </w:pPr>
          <w:r w:rsidRPr="009F0B22">
            <w:rPr>
              <w:rStyle w:val="PlaceholderText"/>
            </w:rPr>
            <w:t>Click here to enter text.</w:t>
          </w:r>
        </w:p>
      </w:docPartBody>
    </w:docPart>
    <w:docPart>
      <w:docPartPr>
        <w:name w:val="27C2227E6E5E444AA62C0E63804F2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E150B-174A-41C6-8FCA-F29FEF886457}"/>
      </w:docPartPr>
      <w:docPartBody>
        <w:p w:rsidR="00000000" w:rsidRDefault="009D20C8" w:rsidP="009D20C8">
          <w:pPr>
            <w:pStyle w:val="27C2227E6E5E444AA62C0E63804F23AE"/>
          </w:pPr>
          <w:r w:rsidRPr="009F0B2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37"/>
    <w:rsid w:val="00317A8F"/>
    <w:rsid w:val="00412D9E"/>
    <w:rsid w:val="004D3B21"/>
    <w:rsid w:val="00576288"/>
    <w:rsid w:val="005851E1"/>
    <w:rsid w:val="007F1EF1"/>
    <w:rsid w:val="009D20C8"/>
    <w:rsid w:val="00AB7837"/>
    <w:rsid w:val="00C5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0C8"/>
    <w:rPr>
      <w:color w:val="808080"/>
    </w:rPr>
  </w:style>
  <w:style w:type="paragraph" w:customStyle="1" w:styleId="9CFCB96B21AA47198356718353C0F646">
    <w:name w:val="9CFCB96B21AA47198356718353C0F646"/>
  </w:style>
  <w:style w:type="paragraph" w:customStyle="1" w:styleId="E291E016EA584932B35D13856307C18A">
    <w:name w:val="E291E016EA584932B35D13856307C18A"/>
  </w:style>
  <w:style w:type="paragraph" w:customStyle="1" w:styleId="765AA7D376DC40AF92A655870DA88559">
    <w:name w:val="765AA7D376DC40AF92A655870DA88559"/>
  </w:style>
  <w:style w:type="paragraph" w:customStyle="1" w:styleId="82928D6866514BE6AD0166C202A0E955">
    <w:name w:val="82928D6866514BE6AD0166C202A0E955"/>
  </w:style>
  <w:style w:type="paragraph" w:customStyle="1" w:styleId="125F3C5576B44D6E85DE9F539871ABB0">
    <w:name w:val="125F3C5576B44D6E85DE9F539871ABB0"/>
  </w:style>
  <w:style w:type="paragraph" w:customStyle="1" w:styleId="A34FDABF91FA485E9E9085CAABCD5BF9">
    <w:name w:val="A34FDABF91FA485E9E9085CAABCD5BF9"/>
  </w:style>
  <w:style w:type="paragraph" w:customStyle="1" w:styleId="FAFAC258542E44B4BB51E8C3AAD86FEF">
    <w:name w:val="FAFAC258542E44B4BB51E8C3AAD86FEF"/>
  </w:style>
  <w:style w:type="paragraph" w:customStyle="1" w:styleId="B3A28F362EBE4538A6D17E6E9595C2D3">
    <w:name w:val="B3A28F362EBE4538A6D17E6E9595C2D3"/>
  </w:style>
  <w:style w:type="paragraph" w:customStyle="1" w:styleId="9CF36966DCE948AEB9D192BCB9455258">
    <w:name w:val="9CF36966DCE948AEB9D192BCB9455258"/>
  </w:style>
  <w:style w:type="paragraph" w:customStyle="1" w:styleId="5A6C6571DC47425998FF76B66A0C859F">
    <w:name w:val="5A6C6571DC47425998FF76B66A0C859F"/>
  </w:style>
  <w:style w:type="paragraph" w:customStyle="1" w:styleId="9929B64797FA45D8954D6B8BEDFCA361">
    <w:name w:val="9929B64797FA45D8954D6B8BEDFCA361"/>
  </w:style>
  <w:style w:type="paragraph" w:customStyle="1" w:styleId="1BB9AE11CB8743F7BD071A60F420CAB0">
    <w:name w:val="1BB9AE11CB8743F7BD071A60F420CAB0"/>
  </w:style>
  <w:style w:type="paragraph" w:customStyle="1" w:styleId="52D6B238DFC54A298250F89BA7FFCDC3">
    <w:name w:val="52D6B238DFC54A298250F89BA7FFCDC3"/>
  </w:style>
  <w:style w:type="paragraph" w:customStyle="1" w:styleId="E3EDBADE69B0449FA78A419062DC3AEC">
    <w:name w:val="E3EDBADE69B0449FA78A419062DC3AEC"/>
    <w:rsid w:val="00AB7837"/>
  </w:style>
  <w:style w:type="paragraph" w:customStyle="1" w:styleId="366B9DD158DD4364807C20543501BA56">
    <w:name w:val="366B9DD158DD4364807C20543501BA56"/>
    <w:rsid w:val="00AB7837"/>
  </w:style>
  <w:style w:type="paragraph" w:customStyle="1" w:styleId="9CFCB96B21AA47198356718353C0F6461">
    <w:name w:val="9CFCB96B21AA47198356718353C0F6461"/>
    <w:rsid w:val="00AB7837"/>
  </w:style>
  <w:style w:type="paragraph" w:customStyle="1" w:styleId="E291E016EA584932B35D13856307C18A1">
    <w:name w:val="E291E016EA584932B35D13856307C18A1"/>
    <w:rsid w:val="00AB7837"/>
  </w:style>
  <w:style w:type="paragraph" w:customStyle="1" w:styleId="765AA7D376DC40AF92A655870DA885591">
    <w:name w:val="765AA7D376DC40AF92A655870DA885591"/>
    <w:rsid w:val="00AB7837"/>
  </w:style>
  <w:style w:type="paragraph" w:customStyle="1" w:styleId="82928D6866514BE6AD0166C202A0E9551">
    <w:name w:val="82928D6866514BE6AD0166C202A0E9551"/>
    <w:rsid w:val="00AB7837"/>
  </w:style>
  <w:style w:type="paragraph" w:customStyle="1" w:styleId="125F3C5576B44D6E85DE9F539871ABB01">
    <w:name w:val="125F3C5576B44D6E85DE9F539871ABB01"/>
    <w:rsid w:val="00AB7837"/>
  </w:style>
  <w:style w:type="paragraph" w:customStyle="1" w:styleId="A34FDABF91FA485E9E9085CAABCD5BF91">
    <w:name w:val="A34FDABF91FA485E9E9085CAABCD5BF91"/>
    <w:rsid w:val="00AB7837"/>
  </w:style>
  <w:style w:type="paragraph" w:customStyle="1" w:styleId="FAFAC258542E44B4BB51E8C3AAD86FEF1">
    <w:name w:val="FAFAC258542E44B4BB51E8C3AAD86FEF1"/>
    <w:rsid w:val="00AB7837"/>
  </w:style>
  <w:style w:type="paragraph" w:customStyle="1" w:styleId="B3A28F362EBE4538A6D17E6E9595C2D31">
    <w:name w:val="B3A28F362EBE4538A6D17E6E9595C2D31"/>
    <w:rsid w:val="00AB7837"/>
  </w:style>
  <w:style w:type="paragraph" w:customStyle="1" w:styleId="9CF36966DCE948AEB9D192BCB94552581">
    <w:name w:val="9CF36966DCE948AEB9D192BCB94552581"/>
    <w:rsid w:val="00AB7837"/>
  </w:style>
  <w:style w:type="paragraph" w:customStyle="1" w:styleId="5A6C6571DC47425998FF76B66A0C859F1">
    <w:name w:val="5A6C6571DC47425998FF76B66A0C859F1"/>
    <w:rsid w:val="00AB7837"/>
  </w:style>
  <w:style w:type="paragraph" w:customStyle="1" w:styleId="1BB9AE11CB8743F7BD071A60F420CAB01">
    <w:name w:val="1BB9AE11CB8743F7BD071A60F420CAB01"/>
    <w:rsid w:val="00AB7837"/>
  </w:style>
  <w:style w:type="paragraph" w:customStyle="1" w:styleId="52D6B238DFC54A298250F89BA7FFCDC31">
    <w:name w:val="52D6B238DFC54A298250F89BA7FFCDC31"/>
    <w:rsid w:val="00AB7837"/>
  </w:style>
  <w:style w:type="paragraph" w:customStyle="1" w:styleId="B79B736A83AC4311819FC07FAFF05802">
    <w:name w:val="B79B736A83AC4311819FC07FAFF05802"/>
    <w:rsid w:val="009D20C8"/>
  </w:style>
  <w:style w:type="paragraph" w:customStyle="1" w:styleId="49312CA6BD664766A66DD296DAD93EAC">
    <w:name w:val="49312CA6BD664766A66DD296DAD93EAC"/>
    <w:rsid w:val="009D20C8"/>
  </w:style>
  <w:style w:type="paragraph" w:customStyle="1" w:styleId="1CAFC690033F420EB2FC86233306976F">
    <w:name w:val="1CAFC690033F420EB2FC86233306976F"/>
    <w:rsid w:val="009D20C8"/>
  </w:style>
  <w:style w:type="paragraph" w:customStyle="1" w:styleId="391170483CEE47B19772B338067DBCF8">
    <w:name w:val="391170483CEE47B19772B338067DBCF8"/>
    <w:rsid w:val="009D20C8"/>
  </w:style>
  <w:style w:type="paragraph" w:customStyle="1" w:styleId="27C2227E6E5E444AA62C0E63804F23AE">
    <w:name w:val="27C2227E6E5E444AA62C0E63804F23AE"/>
    <w:rsid w:val="009D20C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0C8"/>
    <w:rPr>
      <w:color w:val="808080"/>
    </w:rPr>
  </w:style>
  <w:style w:type="paragraph" w:customStyle="1" w:styleId="9CFCB96B21AA47198356718353C0F646">
    <w:name w:val="9CFCB96B21AA47198356718353C0F646"/>
  </w:style>
  <w:style w:type="paragraph" w:customStyle="1" w:styleId="E291E016EA584932B35D13856307C18A">
    <w:name w:val="E291E016EA584932B35D13856307C18A"/>
  </w:style>
  <w:style w:type="paragraph" w:customStyle="1" w:styleId="765AA7D376DC40AF92A655870DA88559">
    <w:name w:val="765AA7D376DC40AF92A655870DA88559"/>
  </w:style>
  <w:style w:type="paragraph" w:customStyle="1" w:styleId="82928D6866514BE6AD0166C202A0E955">
    <w:name w:val="82928D6866514BE6AD0166C202A0E955"/>
  </w:style>
  <w:style w:type="paragraph" w:customStyle="1" w:styleId="125F3C5576B44D6E85DE9F539871ABB0">
    <w:name w:val="125F3C5576B44D6E85DE9F539871ABB0"/>
  </w:style>
  <w:style w:type="paragraph" w:customStyle="1" w:styleId="A34FDABF91FA485E9E9085CAABCD5BF9">
    <w:name w:val="A34FDABF91FA485E9E9085CAABCD5BF9"/>
  </w:style>
  <w:style w:type="paragraph" w:customStyle="1" w:styleId="FAFAC258542E44B4BB51E8C3AAD86FEF">
    <w:name w:val="FAFAC258542E44B4BB51E8C3AAD86FEF"/>
  </w:style>
  <w:style w:type="paragraph" w:customStyle="1" w:styleId="B3A28F362EBE4538A6D17E6E9595C2D3">
    <w:name w:val="B3A28F362EBE4538A6D17E6E9595C2D3"/>
  </w:style>
  <w:style w:type="paragraph" w:customStyle="1" w:styleId="9CF36966DCE948AEB9D192BCB9455258">
    <w:name w:val="9CF36966DCE948AEB9D192BCB9455258"/>
  </w:style>
  <w:style w:type="paragraph" w:customStyle="1" w:styleId="5A6C6571DC47425998FF76B66A0C859F">
    <w:name w:val="5A6C6571DC47425998FF76B66A0C859F"/>
  </w:style>
  <w:style w:type="paragraph" w:customStyle="1" w:styleId="9929B64797FA45D8954D6B8BEDFCA361">
    <w:name w:val="9929B64797FA45D8954D6B8BEDFCA361"/>
  </w:style>
  <w:style w:type="paragraph" w:customStyle="1" w:styleId="1BB9AE11CB8743F7BD071A60F420CAB0">
    <w:name w:val="1BB9AE11CB8743F7BD071A60F420CAB0"/>
  </w:style>
  <w:style w:type="paragraph" w:customStyle="1" w:styleId="52D6B238DFC54A298250F89BA7FFCDC3">
    <w:name w:val="52D6B238DFC54A298250F89BA7FFCDC3"/>
  </w:style>
  <w:style w:type="paragraph" w:customStyle="1" w:styleId="E3EDBADE69B0449FA78A419062DC3AEC">
    <w:name w:val="E3EDBADE69B0449FA78A419062DC3AEC"/>
    <w:rsid w:val="00AB7837"/>
  </w:style>
  <w:style w:type="paragraph" w:customStyle="1" w:styleId="366B9DD158DD4364807C20543501BA56">
    <w:name w:val="366B9DD158DD4364807C20543501BA56"/>
    <w:rsid w:val="00AB7837"/>
  </w:style>
  <w:style w:type="paragraph" w:customStyle="1" w:styleId="9CFCB96B21AA47198356718353C0F6461">
    <w:name w:val="9CFCB96B21AA47198356718353C0F6461"/>
    <w:rsid w:val="00AB7837"/>
  </w:style>
  <w:style w:type="paragraph" w:customStyle="1" w:styleId="E291E016EA584932B35D13856307C18A1">
    <w:name w:val="E291E016EA584932B35D13856307C18A1"/>
    <w:rsid w:val="00AB7837"/>
  </w:style>
  <w:style w:type="paragraph" w:customStyle="1" w:styleId="765AA7D376DC40AF92A655870DA885591">
    <w:name w:val="765AA7D376DC40AF92A655870DA885591"/>
    <w:rsid w:val="00AB7837"/>
  </w:style>
  <w:style w:type="paragraph" w:customStyle="1" w:styleId="82928D6866514BE6AD0166C202A0E9551">
    <w:name w:val="82928D6866514BE6AD0166C202A0E9551"/>
    <w:rsid w:val="00AB7837"/>
  </w:style>
  <w:style w:type="paragraph" w:customStyle="1" w:styleId="125F3C5576B44D6E85DE9F539871ABB01">
    <w:name w:val="125F3C5576B44D6E85DE9F539871ABB01"/>
    <w:rsid w:val="00AB7837"/>
  </w:style>
  <w:style w:type="paragraph" w:customStyle="1" w:styleId="A34FDABF91FA485E9E9085CAABCD5BF91">
    <w:name w:val="A34FDABF91FA485E9E9085CAABCD5BF91"/>
    <w:rsid w:val="00AB7837"/>
  </w:style>
  <w:style w:type="paragraph" w:customStyle="1" w:styleId="FAFAC258542E44B4BB51E8C3AAD86FEF1">
    <w:name w:val="FAFAC258542E44B4BB51E8C3AAD86FEF1"/>
    <w:rsid w:val="00AB7837"/>
  </w:style>
  <w:style w:type="paragraph" w:customStyle="1" w:styleId="B3A28F362EBE4538A6D17E6E9595C2D31">
    <w:name w:val="B3A28F362EBE4538A6D17E6E9595C2D31"/>
    <w:rsid w:val="00AB7837"/>
  </w:style>
  <w:style w:type="paragraph" w:customStyle="1" w:styleId="9CF36966DCE948AEB9D192BCB94552581">
    <w:name w:val="9CF36966DCE948AEB9D192BCB94552581"/>
    <w:rsid w:val="00AB7837"/>
  </w:style>
  <w:style w:type="paragraph" w:customStyle="1" w:styleId="5A6C6571DC47425998FF76B66A0C859F1">
    <w:name w:val="5A6C6571DC47425998FF76B66A0C859F1"/>
    <w:rsid w:val="00AB7837"/>
  </w:style>
  <w:style w:type="paragraph" w:customStyle="1" w:styleId="1BB9AE11CB8743F7BD071A60F420CAB01">
    <w:name w:val="1BB9AE11CB8743F7BD071A60F420CAB01"/>
    <w:rsid w:val="00AB7837"/>
  </w:style>
  <w:style w:type="paragraph" w:customStyle="1" w:styleId="52D6B238DFC54A298250F89BA7FFCDC31">
    <w:name w:val="52D6B238DFC54A298250F89BA7FFCDC31"/>
    <w:rsid w:val="00AB7837"/>
  </w:style>
  <w:style w:type="paragraph" w:customStyle="1" w:styleId="B79B736A83AC4311819FC07FAFF05802">
    <w:name w:val="B79B736A83AC4311819FC07FAFF05802"/>
    <w:rsid w:val="009D20C8"/>
  </w:style>
  <w:style w:type="paragraph" w:customStyle="1" w:styleId="49312CA6BD664766A66DD296DAD93EAC">
    <w:name w:val="49312CA6BD664766A66DD296DAD93EAC"/>
    <w:rsid w:val="009D20C8"/>
  </w:style>
  <w:style w:type="paragraph" w:customStyle="1" w:styleId="1CAFC690033F420EB2FC86233306976F">
    <w:name w:val="1CAFC690033F420EB2FC86233306976F"/>
    <w:rsid w:val="009D20C8"/>
  </w:style>
  <w:style w:type="paragraph" w:customStyle="1" w:styleId="391170483CEE47B19772B338067DBCF8">
    <w:name w:val="391170483CEE47B19772B338067DBCF8"/>
    <w:rsid w:val="009D20C8"/>
  </w:style>
  <w:style w:type="paragraph" w:customStyle="1" w:styleId="27C2227E6E5E444AA62C0E63804F23AE">
    <w:name w:val="27C2227E6E5E444AA62C0E63804F23AE"/>
    <w:rsid w:val="009D20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B97FE-72FD-4A0C-8045-017305815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System Certification Live Migration Authorization.dotx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canpar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Pierre, Vaughn</dc:creator>
  <cp:keywords/>
  <dc:description/>
  <cp:lastModifiedBy>Pierre, Vaughn</cp:lastModifiedBy>
  <cp:revision>5</cp:revision>
  <dcterms:created xsi:type="dcterms:W3CDTF">2016-05-10T18:48:00Z</dcterms:created>
  <dcterms:modified xsi:type="dcterms:W3CDTF">2016-06-16T13:37:00Z</dcterms:modified>
</cp:coreProperties>
</file>